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316B7B">
        <w:rPr>
          <w:rFonts w:ascii="Arial" w:hAnsi="Arial" w:cs="Arial"/>
          <w:b/>
          <w:color w:val="76923C" w:themeColor="accent3" w:themeShade="BF"/>
          <w:sz w:val="28"/>
          <w:szCs w:val="28"/>
        </w:rPr>
        <w:t>BIJAY DIT…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831D1A" w:rsidRDefault="00831D1A" w:rsidP="00831D1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Espace pour danser et écouter la musique</w:t>
      </w:r>
    </w:p>
    <w:p w:rsidR="00831D1A" w:rsidRDefault="00831D1A" w:rsidP="00831D1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Haut-parleur pour la musique </w:t>
      </w:r>
    </w:p>
    <w:p w:rsidR="00831D1A" w:rsidRDefault="00831D1A" w:rsidP="00831D1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 mur pour coller un poster descriptif (images)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434F82" w:rsidRDefault="000E4464" w:rsidP="00434F8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831D1A" w:rsidP="00434F82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Découvrir, apprendre et comprendre des ordres simples en népalais, puis associer l'apprentissage aux mouvements et à la musique.  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831D1A" w:rsidRDefault="00831D1A" w:rsidP="00831D1A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831D1A">
        <w:rPr>
          <w:rFonts w:ascii="Arial" w:hAnsi="Arial" w:cs="Arial"/>
          <w:b/>
        </w:rPr>
        <w:t xml:space="preserve">Les élèves se réunissent </w:t>
      </w:r>
      <w:r w:rsidR="00DC6EA2">
        <w:rPr>
          <w:rFonts w:ascii="Arial" w:hAnsi="Arial" w:cs="Arial"/>
          <w:b/>
        </w:rPr>
        <w:t xml:space="preserve">autour de la table </w:t>
      </w:r>
      <w:r w:rsidRPr="00831D1A">
        <w:rPr>
          <w:rFonts w:ascii="Arial" w:hAnsi="Arial" w:cs="Arial"/>
          <w:b/>
        </w:rPr>
        <w:t>et font connaissanc</w:t>
      </w:r>
      <w:r>
        <w:rPr>
          <w:rFonts w:ascii="Arial" w:hAnsi="Arial" w:cs="Arial"/>
          <w:b/>
        </w:rPr>
        <w:t xml:space="preserve">e avec </w:t>
      </w:r>
      <w:proofErr w:type="spellStart"/>
      <w:r>
        <w:rPr>
          <w:rFonts w:ascii="Arial" w:hAnsi="Arial" w:cs="Arial"/>
          <w:b/>
        </w:rPr>
        <w:t>Bijay</w:t>
      </w:r>
      <w:proofErr w:type="spellEnd"/>
      <w:r>
        <w:rPr>
          <w:rFonts w:ascii="Arial" w:hAnsi="Arial" w:cs="Arial"/>
          <w:b/>
        </w:rPr>
        <w:t xml:space="preserve">, soit l'adulte qui anime le jeu. </w:t>
      </w:r>
    </w:p>
    <w:p w:rsidR="0064577D" w:rsidRDefault="0064577D" w:rsidP="0064577D">
      <w:pPr>
        <w:pStyle w:val="Paragraphedeliste"/>
        <w:jc w:val="both"/>
        <w:rPr>
          <w:rFonts w:ascii="Arial" w:hAnsi="Arial" w:cs="Arial"/>
          <w:b/>
        </w:rPr>
      </w:pPr>
    </w:p>
    <w:p w:rsidR="0064577D" w:rsidRDefault="00831D1A" w:rsidP="0064577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Bijay enseigne de</w:t>
      </w:r>
      <w:r w:rsidR="00F04471">
        <w:rPr>
          <w:rFonts w:ascii="Arial" w:hAnsi="Arial" w:cs="Arial"/>
          <w:b/>
        </w:rPr>
        <w:t xml:space="preserve">s ordres simples en népalais : lève les mains, secoue les bras, marche sur place, danse, plie les genoux, accroupis-toi, </w:t>
      </w:r>
      <w:proofErr w:type="spellStart"/>
      <w:r w:rsidR="00F04471">
        <w:rPr>
          <w:rFonts w:ascii="Arial" w:hAnsi="Arial" w:cs="Arial"/>
          <w:b/>
        </w:rPr>
        <w:t>namasté</w:t>
      </w:r>
      <w:proofErr w:type="spellEnd"/>
      <w:r w:rsidR="00F04471">
        <w:rPr>
          <w:rFonts w:ascii="Arial" w:hAnsi="Arial" w:cs="Arial"/>
          <w:b/>
        </w:rPr>
        <w:t xml:space="preserve">… Ces ordres sont enseignés </w:t>
      </w:r>
      <w:r w:rsidR="008C2557">
        <w:rPr>
          <w:rFonts w:ascii="Arial" w:hAnsi="Arial" w:cs="Arial"/>
          <w:b/>
        </w:rPr>
        <w:t>à travers cette séquence initiale</w:t>
      </w:r>
      <w:r w:rsidR="00F04471">
        <w:rPr>
          <w:rFonts w:ascii="Arial" w:hAnsi="Arial" w:cs="Arial"/>
          <w:b/>
        </w:rPr>
        <w:t xml:space="preserve"> afin de les as</w:t>
      </w:r>
      <w:r w:rsidR="0064577D">
        <w:rPr>
          <w:rFonts w:ascii="Arial" w:hAnsi="Arial" w:cs="Arial"/>
          <w:b/>
        </w:rPr>
        <w:t xml:space="preserve">similer plus facilement. </w:t>
      </w:r>
    </w:p>
    <w:p w:rsidR="0064577D" w:rsidRPr="0064577D" w:rsidRDefault="0064577D" w:rsidP="0064577D">
      <w:pPr>
        <w:pStyle w:val="Paragraphedeliste"/>
        <w:rPr>
          <w:rFonts w:ascii="Arial" w:hAnsi="Arial" w:cs="Arial"/>
          <w:b/>
        </w:rPr>
      </w:pPr>
    </w:p>
    <w:p w:rsidR="0064577D" w:rsidRDefault="00F04471" w:rsidP="0064577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64577D">
        <w:rPr>
          <w:rFonts w:ascii="Arial" w:hAnsi="Arial" w:cs="Arial"/>
          <w:b/>
        </w:rPr>
        <w:t xml:space="preserve">Chaque élève joue de manière indépendante et simultanée. </w:t>
      </w:r>
    </w:p>
    <w:p w:rsidR="0064577D" w:rsidRPr="0064577D" w:rsidRDefault="0064577D" w:rsidP="0064577D">
      <w:pPr>
        <w:pStyle w:val="Paragraphedeliste"/>
        <w:rPr>
          <w:rFonts w:ascii="Arial" w:hAnsi="Arial" w:cs="Arial"/>
          <w:b/>
        </w:rPr>
      </w:pPr>
    </w:p>
    <w:p w:rsidR="0064577D" w:rsidRDefault="00F04471" w:rsidP="0064577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proofErr w:type="spellStart"/>
      <w:r w:rsidRPr="0064577D">
        <w:rPr>
          <w:rFonts w:ascii="Arial" w:hAnsi="Arial" w:cs="Arial"/>
          <w:b/>
        </w:rPr>
        <w:t>Bijay</w:t>
      </w:r>
      <w:proofErr w:type="spellEnd"/>
      <w:r w:rsidRPr="0064577D">
        <w:rPr>
          <w:rFonts w:ascii="Arial" w:hAnsi="Arial" w:cs="Arial"/>
          <w:b/>
        </w:rPr>
        <w:t xml:space="preserve"> enclenche la musique. Chaque fois que la musique est</w:t>
      </w:r>
      <w:r w:rsidR="00655795">
        <w:rPr>
          <w:rFonts w:ascii="Arial" w:hAnsi="Arial" w:cs="Arial"/>
          <w:b/>
        </w:rPr>
        <w:t xml:space="preserve"> interrompue</w:t>
      </w:r>
      <w:r w:rsidRPr="0064577D">
        <w:rPr>
          <w:rFonts w:ascii="Arial" w:hAnsi="Arial" w:cs="Arial"/>
          <w:b/>
        </w:rPr>
        <w:t xml:space="preserve">, </w:t>
      </w:r>
      <w:proofErr w:type="spellStart"/>
      <w:r w:rsidRPr="0064577D">
        <w:rPr>
          <w:rFonts w:ascii="Arial" w:hAnsi="Arial" w:cs="Arial"/>
          <w:b/>
        </w:rPr>
        <w:t>Bijay</w:t>
      </w:r>
      <w:proofErr w:type="spellEnd"/>
      <w:r w:rsidRPr="0064577D">
        <w:rPr>
          <w:rFonts w:ascii="Arial" w:hAnsi="Arial" w:cs="Arial"/>
          <w:b/>
        </w:rPr>
        <w:t xml:space="preserve"> lance un ordre de la séquence </w:t>
      </w:r>
      <w:r w:rsidR="008C2557" w:rsidRPr="0064577D">
        <w:rPr>
          <w:rFonts w:ascii="Arial" w:hAnsi="Arial" w:cs="Arial"/>
          <w:b/>
        </w:rPr>
        <w:t xml:space="preserve">initiale </w:t>
      </w:r>
      <w:r w:rsidRPr="0064577D">
        <w:rPr>
          <w:rFonts w:ascii="Arial" w:hAnsi="Arial" w:cs="Arial"/>
          <w:b/>
        </w:rPr>
        <w:t xml:space="preserve">: une fois que l'ordre est réalisé par les élèves, la musique redémarre. </w:t>
      </w:r>
    </w:p>
    <w:p w:rsidR="0064577D" w:rsidRPr="0064577D" w:rsidRDefault="0064577D" w:rsidP="0064577D">
      <w:pPr>
        <w:pStyle w:val="Paragraphedeliste"/>
        <w:rPr>
          <w:rFonts w:ascii="Arial" w:hAnsi="Arial" w:cs="Arial"/>
          <w:b/>
        </w:rPr>
      </w:pPr>
    </w:p>
    <w:p w:rsidR="00831D1A" w:rsidRPr="0064577D" w:rsidRDefault="00655795" w:rsidP="0064577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Puis une fois que les élèves maî</w:t>
      </w:r>
      <w:bookmarkStart w:id="0" w:name="_GoBack"/>
      <w:bookmarkEnd w:id="0"/>
      <w:r w:rsidR="00F04471" w:rsidRPr="0064577D">
        <w:rPr>
          <w:rFonts w:ascii="Arial" w:hAnsi="Arial" w:cs="Arial"/>
          <w:b/>
        </w:rPr>
        <w:t>trisent la</w:t>
      </w:r>
      <w:r w:rsidR="008C2557" w:rsidRPr="0064577D">
        <w:rPr>
          <w:rFonts w:ascii="Arial" w:hAnsi="Arial" w:cs="Arial"/>
          <w:b/>
        </w:rPr>
        <w:t xml:space="preserve"> séquence initiale</w:t>
      </w:r>
      <w:r w:rsidR="00F04471" w:rsidRPr="0064577D">
        <w:rPr>
          <w:rFonts w:ascii="Arial" w:hAnsi="Arial" w:cs="Arial"/>
          <w:b/>
        </w:rPr>
        <w:t xml:space="preserve">, </w:t>
      </w:r>
      <w:proofErr w:type="spellStart"/>
      <w:r w:rsidR="00F04471" w:rsidRPr="0064577D">
        <w:rPr>
          <w:rFonts w:ascii="Arial" w:hAnsi="Arial" w:cs="Arial"/>
          <w:b/>
        </w:rPr>
        <w:t>Bijay</w:t>
      </w:r>
      <w:proofErr w:type="spellEnd"/>
      <w:r w:rsidR="00F04471" w:rsidRPr="0064577D">
        <w:rPr>
          <w:rFonts w:ascii="Arial" w:hAnsi="Arial" w:cs="Arial"/>
          <w:b/>
        </w:rPr>
        <w:t xml:space="preserve"> relance la musique et augmente la difficulté de l'exercice en mélangeant les ordres appris</w:t>
      </w:r>
      <w:r w:rsidR="008C2557" w:rsidRPr="0064577D">
        <w:rPr>
          <w:rFonts w:ascii="Arial" w:hAnsi="Arial" w:cs="Arial"/>
          <w:b/>
        </w:rPr>
        <w:t xml:space="preserve"> de la séquence initiale</w:t>
      </w:r>
      <w:r w:rsidR="00B07224" w:rsidRPr="0064577D">
        <w:rPr>
          <w:rFonts w:ascii="Arial" w:hAnsi="Arial" w:cs="Arial"/>
          <w:b/>
        </w:rPr>
        <w:t>, par exemple :</w:t>
      </w:r>
      <w:r w:rsidR="003D434E" w:rsidRPr="0064577D">
        <w:rPr>
          <w:rFonts w:ascii="Arial" w:hAnsi="Arial" w:cs="Arial"/>
          <w:b/>
        </w:rPr>
        <w:t xml:space="preserve"> danse</w:t>
      </w:r>
      <w:r w:rsidR="00B07224" w:rsidRPr="0064577D">
        <w:rPr>
          <w:rFonts w:ascii="Arial" w:hAnsi="Arial" w:cs="Arial"/>
          <w:b/>
        </w:rPr>
        <w:t xml:space="preserve">, </w:t>
      </w:r>
      <w:r w:rsidR="003D434E" w:rsidRPr="0064577D">
        <w:rPr>
          <w:rFonts w:ascii="Arial" w:hAnsi="Arial" w:cs="Arial"/>
          <w:b/>
        </w:rPr>
        <w:t xml:space="preserve">marche sur place, </w:t>
      </w:r>
      <w:r w:rsidR="00B07224" w:rsidRPr="0064577D">
        <w:rPr>
          <w:rFonts w:ascii="Arial" w:hAnsi="Arial" w:cs="Arial"/>
          <w:b/>
        </w:rPr>
        <w:t xml:space="preserve">lève les mains, </w:t>
      </w:r>
      <w:r w:rsidR="003D434E" w:rsidRPr="0064577D">
        <w:rPr>
          <w:rFonts w:ascii="Arial" w:hAnsi="Arial" w:cs="Arial"/>
          <w:b/>
        </w:rPr>
        <w:t xml:space="preserve">secoue les bras, plie les genoux, accroupis-toi, namasté. </w:t>
      </w:r>
      <w:r w:rsidR="00C66B9E" w:rsidRPr="0064577D">
        <w:rPr>
          <w:rFonts w:ascii="Arial" w:hAnsi="Arial" w:cs="Arial"/>
          <w:b/>
        </w:rPr>
        <w:t xml:space="preserve">Et ainsi de suite. </w:t>
      </w:r>
    </w:p>
    <w:sectPr w:rsidR="00831D1A" w:rsidRPr="0064577D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2702C9"/>
    <w:rsid w:val="00316B7B"/>
    <w:rsid w:val="003D434E"/>
    <w:rsid w:val="003F707B"/>
    <w:rsid w:val="004163C9"/>
    <w:rsid w:val="00434F82"/>
    <w:rsid w:val="004A3EDD"/>
    <w:rsid w:val="004B3F3D"/>
    <w:rsid w:val="00507F03"/>
    <w:rsid w:val="0064577D"/>
    <w:rsid w:val="00655795"/>
    <w:rsid w:val="00687DE3"/>
    <w:rsid w:val="007D5C21"/>
    <w:rsid w:val="00831D1A"/>
    <w:rsid w:val="00837771"/>
    <w:rsid w:val="008C2557"/>
    <w:rsid w:val="00B07224"/>
    <w:rsid w:val="00B431DF"/>
    <w:rsid w:val="00C113DD"/>
    <w:rsid w:val="00C45E62"/>
    <w:rsid w:val="00C66B9E"/>
    <w:rsid w:val="00D61C79"/>
    <w:rsid w:val="00DC6EA2"/>
    <w:rsid w:val="00DF5E50"/>
    <w:rsid w:val="00F0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12B74BCB.dotm</Template>
  <TotalTime>37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16</cp:revision>
  <dcterms:created xsi:type="dcterms:W3CDTF">2019-05-16T15:22:00Z</dcterms:created>
  <dcterms:modified xsi:type="dcterms:W3CDTF">2019-08-22T12:36:00Z</dcterms:modified>
</cp:coreProperties>
</file>